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C55555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C55555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F46A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F46A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A3CD7" w:rsidRDefault="00AA3CD7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A3CD7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3E2126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CD2672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2F622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4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:rsidTr="00923D7D">
        <w:tc>
          <w:tcPr>
            <w:tcW w:w="851" w:type="dxa"/>
            <w:vAlign w:val="center"/>
          </w:tcPr>
          <w:p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na rzecz własnego rozwoju w tym zakresie.</w:t>
            </w:r>
          </w:p>
        </w:tc>
        <w:tc>
          <w:tcPr>
            <w:tcW w:w="1873" w:type="dxa"/>
          </w:tcPr>
          <w:p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pedagogicznej.</w:t>
            </w:r>
          </w:p>
        </w:tc>
        <w:tc>
          <w:tcPr>
            <w:tcW w:w="1873" w:type="dxa"/>
          </w:tcPr>
          <w:p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:rsidTr="00923D7D">
        <w:tc>
          <w:tcPr>
            <w:tcW w:w="9639" w:type="dxa"/>
          </w:tcPr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:rsidTr="00CD2672">
        <w:tc>
          <w:tcPr>
            <w:tcW w:w="196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D2672">
        <w:tc>
          <w:tcPr>
            <w:tcW w:w="196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4" w:type="dxa"/>
          </w:tcPr>
          <w:p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0E4D19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l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ub tzw. sprawdzianie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umiejętności w zakresie ćwiczeń stymulacji funkcji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(opcjonalnie)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przygotowanie i zaprezentowanie fragmentów pracy terapeutycznej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E325CB" w:rsidRPr="00C96453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E21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D93F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D93FC5"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</w:tcPr>
          <w:p w:rsidR="00C61DC5" w:rsidRPr="009C54AE" w:rsidRDefault="003E21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Adryjanek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Gruszczyk-Kolczyńska E., Zielińska E.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Kijowska I.M., Sorokosz I.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Oszwa U.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 U. Zaburzenia rozwoju umiejętności arytmetycznych. Problem</w:t>
            </w:r>
          </w:p>
          <w:p w:rsidR="00B27B87" w:rsidRPr="00B27B87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diagnozy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i terapii. Kraków 2005, Impuls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Demel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Minimum logopedyczne nauczyciela przedszkola.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Warszawa 1998,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Dyrda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Syndrom Nieadekwatnych Osiągnięć jako niepowodzenie szkolne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uczniów zdolnych. Diagnoza i terapia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Kraków 2000, Impuls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:rsidR="006B5DCE" w:rsidRPr="00E558F7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Toruń 1996,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Krasowicz-Kupis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:rsidR="006B5DCE" w:rsidRPr="00EA7004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 2008, Harmonia</w:t>
            </w:r>
          </w:p>
          <w:p w:rsidR="004603C9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Wearmouth J. </w:t>
            </w:r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Dysleksja.</w:t>
            </w:r>
            <w:r w:rsidR="00E558F7"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658" w:rsidRDefault="00F26658" w:rsidP="00C16ABF">
      <w:pPr>
        <w:spacing w:after="0" w:line="240" w:lineRule="auto"/>
      </w:pPr>
      <w:r>
        <w:separator/>
      </w:r>
    </w:p>
  </w:endnote>
  <w:endnote w:type="continuationSeparator" w:id="0">
    <w:p w:rsidR="00F26658" w:rsidRDefault="00F266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658" w:rsidRDefault="00F26658" w:rsidP="00C16ABF">
      <w:pPr>
        <w:spacing w:after="0" w:line="240" w:lineRule="auto"/>
      </w:pPr>
      <w:r>
        <w:separator/>
      </w:r>
    </w:p>
  </w:footnote>
  <w:footnote w:type="continuationSeparator" w:id="0">
    <w:p w:rsidR="00F26658" w:rsidRDefault="00F266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D19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552DD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C92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8635B"/>
    <w:rsid w:val="003A0A5B"/>
    <w:rsid w:val="003A1176"/>
    <w:rsid w:val="003C0BAE"/>
    <w:rsid w:val="003D18A9"/>
    <w:rsid w:val="003D6CE2"/>
    <w:rsid w:val="003E1941"/>
    <w:rsid w:val="003E2126"/>
    <w:rsid w:val="003E2FE6"/>
    <w:rsid w:val="003E49D5"/>
    <w:rsid w:val="003F38C0"/>
    <w:rsid w:val="00401A22"/>
    <w:rsid w:val="00401DF0"/>
    <w:rsid w:val="00414E3C"/>
    <w:rsid w:val="00416326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6569B"/>
    <w:rsid w:val="00467B66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B25C9"/>
    <w:rsid w:val="005B5BB0"/>
    <w:rsid w:val="005C080F"/>
    <w:rsid w:val="005C55E5"/>
    <w:rsid w:val="005C661B"/>
    <w:rsid w:val="005C696A"/>
    <w:rsid w:val="005E2DD9"/>
    <w:rsid w:val="005E6E85"/>
    <w:rsid w:val="005F31D2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67873"/>
    <w:rsid w:val="00671958"/>
    <w:rsid w:val="00675843"/>
    <w:rsid w:val="00696477"/>
    <w:rsid w:val="006B5D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76F"/>
    <w:rsid w:val="00954A07"/>
    <w:rsid w:val="0097298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575"/>
    <w:rsid w:val="00A30110"/>
    <w:rsid w:val="00A36899"/>
    <w:rsid w:val="00A371F6"/>
    <w:rsid w:val="00A43BF6"/>
    <w:rsid w:val="00A53FA5"/>
    <w:rsid w:val="00A54817"/>
    <w:rsid w:val="00A601C8"/>
    <w:rsid w:val="00A60799"/>
    <w:rsid w:val="00A66AAB"/>
    <w:rsid w:val="00A84C85"/>
    <w:rsid w:val="00A97DE1"/>
    <w:rsid w:val="00AA3CD7"/>
    <w:rsid w:val="00AA5A92"/>
    <w:rsid w:val="00AB053C"/>
    <w:rsid w:val="00AD1146"/>
    <w:rsid w:val="00AD27D3"/>
    <w:rsid w:val="00AD66D6"/>
    <w:rsid w:val="00AE1160"/>
    <w:rsid w:val="00AE203C"/>
    <w:rsid w:val="00AE2E74"/>
    <w:rsid w:val="00AE4F6A"/>
    <w:rsid w:val="00AE5FCB"/>
    <w:rsid w:val="00AF2C1E"/>
    <w:rsid w:val="00AF4CFE"/>
    <w:rsid w:val="00B06142"/>
    <w:rsid w:val="00B135B1"/>
    <w:rsid w:val="00B206F0"/>
    <w:rsid w:val="00B27B87"/>
    <w:rsid w:val="00B3130B"/>
    <w:rsid w:val="00B40ADB"/>
    <w:rsid w:val="00B43B77"/>
    <w:rsid w:val="00B43E80"/>
    <w:rsid w:val="00B607DB"/>
    <w:rsid w:val="00B64C3D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26B"/>
    <w:rsid w:val="00C26CB7"/>
    <w:rsid w:val="00C324C1"/>
    <w:rsid w:val="00C36992"/>
    <w:rsid w:val="00C55555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46B4"/>
    <w:rsid w:val="00D552B2"/>
    <w:rsid w:val="00D57B5B"/>
    <w:rsid w:val="00D608D1"/>
    <w:rsid w:val="00D74119"/>
    <w:rsid w:val="00D8075B"/>
    <w:rsid w:val="00D8678B"/>
    <w:rsid w:val="00D93FC5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33C23"/>
    <w:rsid w:val="00E50BA5"/>
    <w:rsid w:val="00E51E44"/>
    <w:rsid w:val="00E558F7"/>
    <w:rsid w:val="00E63348"/>
    <w:rsid w:val="00E77E88"/>
    <w:rsid w:val="00E8107D"/>
    <w:rsid w:val="00E84D52"/>
    <w:rsid w:val="00E960BB"/>
    <w:rsid w:val="00EA2074"/>
    <w:rsid w:val="00EA4832"/>
    <w:rsid w:val="00EA4E9D"/>
    <w:rsid w:val="00EA7004"/>
    <w:rsid w:val="00EB6421"/>
    <w:rsid w:val="00EC4899"/>
    <w:rsid w:val="00ED03AB"/>
    <w:rsid w:val="00ED32D2"/>
    <w:rsid w:val="00EE32DE"/>
    <w:rsid w:val="00EE5457"/>
    <w:rsid w:val="00EE6020"/>
    <w:rsid w:val="00F070AB"/>
    <w:rsid w:val="00F161CF"/>
    <w:rsid w:val="00F17567"/>
    <w:rsid w:val="00F26658"/>
    <w:rsid w:val="00F27A7B"/>
    <w:rsid w:val="00F40BAC"/>
    <w:rsid w:val="00F46A5C"/>
    <w:rsid w:val="00F526AF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4C6D1-C261-4586-8B4D-57995FFB7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1485</Words>
  <Characters>8914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2020-01-14T10:26:00Z</cp:lastPrinted>
  <dcterms:created xsi:type="dcterms:W3CDTF">2019-11-12T14:30:00Z</dcterms:created>
  <dcterms:modified xsi:type="dcterms:W3CDTF">2021-10-04T07:27:00Z</dcterms:modified>
</cp:coreProperties>
</file>